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6C" w:rsidRPr="00122970" w:rsidRDefault="00ED746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ED746C" w:rsidRDefault="00ED746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ED746C" w:rsidRPr="00371B2B" w:rsidRDefault="00ED746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ED746C" w:rsidRPr="00371B2B" w:rsidRDefault="00ED746C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ED746C" w:rsidRDefault="00ED746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ED746C" w:rsidRPr="00371B2B" w:rsidRDefault="00ED746C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ED746C" w:rsidRPr="00371B2B" w:rsidRDefault="00ED746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ED746C" w:rsidRDefault="00ED746C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>z 2021 r. poz. 716, z późn.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ED746C" w:rsidRDefault="004241C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D43DDB">
        <w:rPr>
          <w:rFonts w:eastAsia="Calibri" w:cs="Times New Roman"/>
          <w:b/>
          <w:szCs w:val="24"/>
          <w:lang w:eastAsia="en-US"/>
        </w:rPr>
        <w:t>Gmina Czermin</w:t>
      </w:r>
    </w:p>
    <w:p w:rsidR="00ED746C" w:rsidRPr="00371B2B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ED746C" w:rsidRDefault="00ED746C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ED746C" w:rsidRPr="00122970" w:rsidRDefault="00ED746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ED746C" w:rsidRPr="00371B2B" w:rsidRDefault="00ED746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ED746C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ED746C" w:rsidRPr="00122970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ED746C" w:rsidRPr="00F36C31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ED746C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ED746C" w:rsidRPr="00122970" w:rsidRDefault="00ED746C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ED746C" w:rsidRDefault="004241C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>
        <w:rPr>
          <w:rFonts w:eastAsia="Calibri" w:cs="Times New Roman"/>
          <w:b/>
          <w:noProof/>
          <w:szCs w:val="24"/>
          <w:lang w:val="en-US" w:eastAsia="en-US"/>
        </w:rPr>
        <w:t>Czermin 140</w:t>
      </w:r>
      <w:r w:rsidR="00ED746C"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="00ED746C" w:rsidRPr="00F44F42">
        <w:rPr>
          <w:rFonts w:eastAsia="Calibri" w:cs="Times New Roman"/>
          <w:b/>
          <w:noProof/>
          <w:szCs w:val="24"/>
          <w:lang w:val="en-US" w:eastAsia="en-US"/>
        </w:rPr>
        <w:t>39-304 Czermin</w:t>
      </w:r>
    </w:p>
    <w:p w:rsidR="00ED746C" w:rsidRPr="00F36C31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ED746C" w:rsidRPr="00F36C31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ED746C" w:rsidRPr="00122970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ED746C" w:rsidRDefault="004241C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4241C0">
        <w:rPr>
          <w:rFonts w:eastAsia="Calibri" w:cs="Times New Roman"/>
          <w:b/>
          <w:noProof/>
          <w:szCs w:val="24"/>
          <w:lang w:val="en-US" w:eastAsia="en-US"/>
        </w:rPr>
        <w:t>ug@czermin.pl</w:t>
      </w:r>
    </w:p>
    <w:p w:rsidR="00ED746C" w:rsidRPr="00F36C31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ED746C" w:rsidRPr="007D3844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ED746C" w:rsidRPr="00122970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ED746C" w:rsidRDefault="004241C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4241C0">
        <w:rPr>
          <w:rFonts w:eastAsia="Calibri" w:cs="Times New Roman"/>
          <w:b/>
          <w:noProof/>
          <w:szCs w:val="24"/>
          <w:lang w:val="en-US" w:eastAsia="en-US"/>
        </w:rPr>
        <w:t>(17) 774-19-23</w:t>
      </w:r>
    </w:p>
    <w:p w:rsidR="00ED746C" w:rsidRPr="00F36C31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ED746C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ED746C" w:rsidRPr="00122970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ED746C" w:rsidRPr="00371B2B" w:rsidRDefault="00AC501D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CC0555">
        <w:rPr>
          <w:rFonts w:eastAsia="Calibri" w:cs="Times New Roman"/>
          <w:b/>
          <w:szCs w:val="24"/>
          <w:lang w:eastAsia="en-US"/>
        </w:rPr>
        <w:t xml:space="preserve">NIP </w:t>
      </w:r>
      <w:r w:rsidRPr="00D43DDB">
        <w:rPr>
          <w:rFonts w:eastAsia="Calibri" w:cs="Times New Roman"/>
          <w:b/>
          <w:szCs w:val="24"/>
          <w:lang w:eastAsia="en-US"/>
        </w:rPr>
        <w:t>8172175391</w:t>
      </w:r>
      <w:r w:rsidR="00ED746C">
        <w:rPr>
          <w:rFonts w:eastAsia="Calibri" w:cs="Times New Roman"/>
          <w:szCs w:val="24"/>
          <w:lang w:eastAsia="en-US"/>
        </w:rPr>
        <w:t xml:space="preserve"> ……………………………</w:t>
      </w:r>
      <w:r w:rsidR="00ED746C" w:rsidRPr="00371B2B">
        <w:rPr>
          <w:rFonts w:eastAsia="Calibri" w:cs="Times New Roman"/>
          <w:szCs w:val="24"/>
          <w:lang w:eastAsia="en-US"/>
        </w:rPr>
        <w:t>…</w:t>
      </w:r>
      <w:r w:rsidR="00ED746C">
        <w:rPr>
          <w:rFonts w:eastAsia="Calibri" w:cs="Times New Roman"/>
          <w:szCs w:val="24"/>
          <w:lang w:eastAsia="en-US"/>
        </w:rPr>
        <w:t>……………..</w:t>
      </w:r>
      <w:r w:rsidR="00ED746C"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ED746C" w:rsidRDefault="00ED746C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ED746C" w:rsidRDefault="00ED746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ED746C" w:rsidRPr="00371B2B" w:rsidTr="006A1006">
        <w:tc>
          <w:tcPr>
            <w:tcW w:w="421" w:type="dxa"/>
          </w:tcPr>
          <w:p w:rsidR="00ED746C" w:rsidRPr="006930BA" w:rsidRDefault="00ED746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ED746C" w:rsidRPr="00371B2B" w:rsidRDefault="00ED746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ED746C" w:rsidRDefault="00ED746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ED746C" w:rsidRPr="00371B2B" w:rsidRDefault="00ED746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ED746C" w:rsidRPr="00371B2B" w:rsidRDefault="00ED746C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D71EA8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X</w:t>
            </w:r>
            <w:bookmarkStart w:id="0" w:name="_GoBack"/>
            <w:bookmarkEnd w:id="0"/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ED746C" w:rsidRPr="00371B2B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>, z późn.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D746C" w:rsidRDefault="00ED746C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D746C" w:rsidRPr="00371B2B" w:rsidRDefault="00ED746C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>, z późn.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D746C" w:rsidRPr="00371B2B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ED746C" w:rsidRDefault="00ED746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ED746C" w:rsidRDefault="00ED746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ED746C" w:rsidRPr="00371B2B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>z późn.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D746C" w:rsidRPr="00371B2B" w:rsidRDefault="00ED746C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Pr="009C5635" w:rsidRDefault="00ED746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podmiot prowadzący żłobek, o którym mowa w ustawie z dnia 4 lutego 2011 r. o opiece nad dziećmi w wieku do lat 3 (Dz. U. z 2021 r. poz. 75, z późn. zm.), w zakresie, w jakim zużywa paliwo gazowe na potrzeby podstawowej działalności,</w:t>
      </w:r>
    </w:p>
    <w:p w:rsidR="00ED746C" w:rsidRPr="009C5635" w:rsidRDefault="00ED746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9C5635" w:rsidTr="006A1006">
        <w:tc>
          <w:tcPr>
            <w:tcW w:w="421" w:type="dxa"/>
          </w:tcPr>
          <w:p w:rsidR="00ED746C" w:rsidRPr="009C5635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Pr="009C5635" w:rsidRDefault="00ED746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ED746C" w:rsidRPr="009C5635" w:rsidRDefault="00ED746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9C5635" w:rsidTr="006A1006">
        <w:tc>
          <w:tcPr>
            <w:tcW w:w="421" w:type="dxa"/>
          </w:tcPr>
          <w:p w:rsidR="00ED746C" w:rsidRPr="009C5635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Pr="009C5635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ED746C" w:rsidRPr="009C5635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9C5635" w:rsidTr="006A1006">
        <w:tc>
          <w:tcPr>
            <w:tcW w:w="421" w:type="dxa"/>
          </w:tcPr>
          <w:p w:rsidR="00ED746C" w:rsidRPr="009C5635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Pr="009C5635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ED746C" w:rsidRPr="009C5635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9C5635" w:rsidTr="006A1006">
        <w:tc>
          <w:tcPr>
            <w:tcW w:w="421" w:type="dxa"/>
          </w:tcPr>
          <w:p w:rsidR="00ED746C" w:rsidRPr="009C5635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ED746C" w:rsidRPr="00371B2B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ED746C" w:rsidRDefault="00ED746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ED746C" w:rsidRPr="00371B2B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AC501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ED746C" w:rsidRPr="00371B2B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ED746C" w:rsidRPr="00371B2B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D746C" w:rsidRDefault="00ED746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D746C" w:rsidRDefault="00ED746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D746C" w:rsidRDefault="00ED746C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>, z późn.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D746C" w:rsidRDefault="00ED746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>o działalności pożytku publicznego i o wolontariacie (Dz. U. z 2020 r. poz. 1057, z późn.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ED746C" w:rsidRPr="008611E1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ED746C" w:rsidRPr="008611E1" w:rsidRDefault="00ED746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Pr="00763E28" w:rsidRDefault="00ED746C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ED746C" w:rsidRPr="00371B2B" w:rsidRDefault="00ED746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ED746C" w:rsidRPr="009C5635" w:rsidRDefault="00ED746C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ED746C" w:rsidRPr="00AD7837" w:rsidTr="00617577">
        <w:trPr>
          <w:trHeight w:val="413"/>
        </w:trPr>
        <w:tc>
          <w:tcPr>
            <w:tcW w:w="534" w:type="dxa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ED746C" w:rsidRPr="00AD7837" w:rsidRDefault="00ED746C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ED746C" w:rsidRPr="00AD7837" w:rsidTr="00617577">
        <w:trPr>
          <w:trHeight w:val="559"/>
        </w:trPr>
        <w:tc>
          <w:tcPr>
            <w:tcW w:w="534" w:type="dxa"/>
            <w:vMerge w:val="restart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ED746C" w:rsidRPr="00AD7837" w:rsidRDefault="00ED746C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ED746C" w:rsidRPr="00AD7837" w:rsidRDefault="00ED746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ED746C" w:rsidRPr="00A33AEA" w:rsidRDefault="00ED746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ED746C" w:rsidRPr="00AD7837" w:rsidTr="00617577">
        <w:trPr>
          <w:trHeight w:val="318"/>
        </w:trPr>
        <w:tc>
          <w:tcPr>
            <w:tcW w:w="534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ED746C" w:rsidRPr="00AD7837" w:rsidRDefault="00ED746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ED746C" w:rsidRPr="00AD7837" w:rsidRDefault="00ED746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ED746C" w:rsidRPr="00AD7837" w:rsidTr="00617577">
        <w:trPr>
          <w:trHeight w:val="962"/>
        </w:trPr>
        <w:tc>
          <w:tcPr>
            <w:tcW w:w="534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ED746C" w:rsidRPr="00AD7837" w:rsidRDefault="00ED746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ED746C" w:rsidRPr="00AD7837" w:rsidRDefault="00ED746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AC501D" w:rsidRPr="00AD7837" w:rsidTr="00617577">
        <w:trPr>
          <w:trHeight w:val="408"/>
        </w:trPr>
        <w:tc>
          <w:tcPr>
            <w:tcW w:w="534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C501D" w:rsidRPr="00CC0555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8018590365500071855733</w:t>
            </w:r>
          </w:p>
        </w:tc>
        <w:tc>
          <w:tcPr>
            <w:tcW w:w="1701" w:type="dxa"/>
            <w:vAlign w:val="center"/>
          </w:tcPr>
          <w:p w:rsidR="00AC501D" w:rsidRPr="00D43DDB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Czermin</w:t>
            </w:r>
          </w:p>
          <w:p w:rsidR="00AC501D" w:rsidRPr="00CC0555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39-304 Czermin</w:t>
            </w:r>
          </w:p>
        </w:tc>
        <w:tc>
          <w:tcPr>
            <w:tcW w:w="1075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AC501D" w:rsidRPr="00AD7837" w:rsidTr="00617577">
        <w:trPr>
          <w:trHeight w:val="444"/>
        </w:trPr>
        <w:tc>
          <w:tcPr>
            <w:tcW w:w="534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AC501D" w:rsidRPr="00CC0555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8018590365500085939108</w:t>
            </w:r>
          </w:p>
        </w:tc>
        <w:tc>
          <w:tcPr>
            <w:tcW w:w="1701" w:type="dxa"/>
            <w:vAlign w:val="center"/>
          </w:tcPr>
          <w:p w:rsidR="00AC501D" w:rsidRPr="00D43DDB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Czermin 41</w:t>
            </w:r>
          </w:p>
          <w:p w:rsidR="00AC501D" w:rsidRPr="00CC0555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39-304 Czermin</w:t>
            </w:r>
          </w:p>
        </w:tc>
        <w:tc>
          <w:tcPr>
            <w:tcW w:w="1075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418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</w:tr>
      <w:tr w:rsidR="00AC501D" w:rsidRPr="00AD7837" w:rsidTr="00617577">
        <w:trPr>
          <w:trHeight w:val="444"/>
        </w:trPr>
        <w:tc>
          <w:tcPr>
            <w:tcW w:w="534" w:type="dxa"/>
            <w:vAlign w:val="center"/>
          </w:tcPr>
          <w:p w:rsidR="00AC501D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AC501D" w:rsidRPr="00CC0555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8018590365500086005628</w:t>
            </w:r>
          </w:p>
        </w:tc>
        <w:tc>
          <w:tcPr>
            <w:tcW w:w="1701" w:type="dxa"/>
            <w:vAlign w:val="center"/>
          </w:tcPr>
          <w:p w:rsidR="00AC501D" w:rsidRPr="00D43DDB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Czermin 43</w:t>
            </w:r>
          </w:p>
          <w:p w:rsidR="00AC501D" w:rsidRPr="00CC0555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39-304 Czermin</w:t>
            </w:r>
          </w:p>
        </w:tc>
        <w:tc>
          <w:tcPr>
            <w:tcW w:w="1075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C501D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45,00%</w:t>
            </w:r>
          </w:p>
        </w:tc>
        <w:tc>
          <w:tcPr>
            <w:tcW w:w="1418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55,00%</w:t>
            </w:r>
          </w:p>
        </w:tc>
      </w:tr>
      <w:tr w:rsidR="00AC501D" w:rsidRPr="00AD7837" w:rsidTr="00617577">
        <w:trPr>
          <w:trHeight w:val="444"/>
        </w:trPr>
        <w:tc>
          <w:tcPr>
            <w:tcW w:w="534" w:type="dxa"/>
            <w:vAlign w:val="center"/>
          </w:tcPr>
          <w:p w:rsidR="00AC501D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AC501D" w:rsidRPr="00CC0555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8018590365500079931422</w:t>
            </w:r>
          </w:p>
        </w:tc>
        <w:tc>
          <w:tcPr>
            <w:tcW w:w="1701" w:type="dxa"/>
            <w:vAlign w:val="center"/>
          </w:tcPr>
          <w:p w:rsidR="00AC501D" w:rsidRPr="00D43DDB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 </w:t>
            </w: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Trzciana 433B</w:t>
            </w:r>
          </w:p>
          <w:p w:rsidR="00AC501D" w:rsidRPr="00CC0555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39-304 Czermin</w:t>
            </w:r>
          </w:p>
        </w:tc>
        <w:tc>
          <w:tcPr>
            <w:tcW w:w="1075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C501D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418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</w:tr>
      <w:tr w:rsidR="00AC501D" w:rsidRPr="00AD7837" w:rsidTr="00617577">
        <w:trPr>
          <w:trHeight w:val="444"/>
        </w:trPr>
        <w:tc>
          <w:tcPr>
            <w:tcW w:w="534" w:type="dxa"/>
            <w:vAlign w:val="center"/>
          </w:tcPr>
          <w:p w:rsidR="00AC501D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AC501D" w:rsidRPr="00CC0555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8018590365500085942238</w:t>
            </w:r>
          </w:p>
        </w:tc>
        <w:tc>
          <w:tcPr>
            <w:tcW w:w="1701" w:type="dxa"/>
            <w:vAlign w:val="center"/>
          </w:tcPr>
          <w:p w:rsidR="00AC501D" w:rsidRPr="00D43DDB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Czermin 469</w:t>
            </w:r>
          </w:p>
          <w:p w:rsidR="00AC501D" w:rsidRPr="00CC0555" w:rsidRDefault="00AC501D" w:rsidP="00AC501D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39-304 Czermin</w:t>
            </w:r>
          </w:p>
        </w:tc>
        <w:tc>
          <w:tcPr>
            <w:tcW w:w="1075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C501D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AC501D" w:rsidRPr="00AD7837" w:rsidTr="00617577">
        <w:trPr>
          <w:trHeight w:val="444"/>
        </w:trPr>
        <w:tc>
          <w:tcPr>
            <w:tcW w:w="534" w:type="dxa"/>
            <w:vAlign w:val="center"/>
          </w:tcPr>
          <w:p w:rsidR="00AC501D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vAlign w:val="center"/>
          </w:tcPr>
          <w:p w:rsidR="00AC501D" w:rsidRPr="00D43DDB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8018590365500085942184</w:t>
            </w:r>
          </w:p>
        </w:tc>
        <w:tc>
          <w:tcPr>
            <w:tcW w:w="1701" w:type="dxa"/>
            <w:vAlign w:val="center"/>
          </w:tcPr>
          <w:p w:rsidR="00AC501D" w:rsidRPr="00D43DDB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Czermin 469</w:t>
            </w:r>
          </w:p>
          <w:p w:rsidR="00AC501D" w:rsidRPr="00D43DDB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39-304 Czermin</w:t>
            </w:r>
          </w:p>
        </w:tc>
        <w:tc>
          <w:tcPr>
            <w:tcW w:w="1075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C501D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AC501D" w:rsidRPr="00AD7837" w:rsidTr="00617577">
        <w:trPr>
          <w:trHeight w:val="444"/>
        </w:trPr>
        <w:tc>
          <w:tcPr>
            <w:tcW w:w="534" w:type="dxa"/>
            <w:vAlign w:val="center"/>
          </w:tcPr>
          <w:p w:rsidR="00AC501D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34" w:type="dxa"/>
            <w:vAlign w:val="center"/>
          </w:tcPr>
          <w:p w:rsidR="00AC501D" w:rsidRPr="00D43DDB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8018590365500083050393</w:t>
            </w:r>
          </w:p>
        </w:tc>
        <w:tc>
          <w:tcPr>
            <w:tcW w:w="1701" w:type="dxa"/>
            <w:vAlign w:val="center"/>
          </w:tcPr>
          <w:p w:rsidR="00AC501D" w:rsidRPr="00D43DDB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Czermin dz. 1721/3, 1721/5, 1721/8</w:t>
            </w:r>
          </w:p>
          <w:p w:rsidR="00AC501D" w:rsidRPr="00D43DDB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43DDB">
              <w:rPr>
                <w:rFonts w:eastAsia="Calibri" w:cs="Times New Roman"/>
                <w:sz w:val="16"/>
                <w:szCs w:val="16"/>
                <w:lang w:eastAsia="en-US"/>
              </w:rPr>
              <w:t>39-304 Czermin</w:t>
            </w:r>
          </w:p>
        </w:tc>
        <w:tc>
          <w:tcPr>
            <w:tcW w:w="1075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C501D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418" w:type="dxa"/>
            <w:vAlign w:val="center"/>
          </w:tcPr>
          <w:p w:rsidR="00AC501D" w:rsidRPr="00412B9E" w:rsidRDefault="00AC501D" w:rsidP="00AC5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</w:tr>
    </w:tbl>
    <w:p w:rsidR="00ED746C" w:rsidRPr="008611E1" w:rsidRDefault="00ED746C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ED746C" w:rsidRPr="008611E1" w:rsidRDefault="00ED746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AC501D" w:rsidRDefault="00AC501D">
      <w:pPr>
        <w:widowControl/>
        <w:autoSpaceDE/>
        <w:autoSpaceDN/>
        <w:adjustRightInd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br w:type="page"/>
      </w:r>
    </w:p>
    <w:p w:rsidR="00ED746C" w:rsidRDefault="00ED746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lastRenderedPageBreak/>
        <w:t>Jestem świadomy odpowiedzialności karnej za złożenie fałszywego oświadczenia wynikającej z art. 233 § 6 ustawy z dnia 6 czerwca 1997 r. – Kodeks karny.</w:t>
      </w:r>
    </w:p>
    <w:p w:rsidR="00ED746C" w:rsidRDefault="00ED746C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ED746C" w:rsidRPr="004760F6" w:rsidTr="002C13B3">
        <w:trPr>
          <w:trHeight w:val="309"/>
        </w:trPr>
        <w:tc>
          <w:tcPr>
            <w:tcW w:w="2694" w:type="dxa"/>
          </w:tcPr>
          <w:p w:rsidR="00ED746C" w:rsidRPr="004760F6" w:rsidRDefault="00ED746C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ED746C" w:rsidRPr="004760F6" w:rsidRDefault="00ED746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ED746C" w:rsidRPr="004760F6" w:rsidRDefault="00ED746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ED746C" w:rsidRPr="004760F6" w:rsidTr="002C13B3">
        <w:trPr>
          <w:trHeight w:val="689"/>
        </w:trPr>
        <w:tc>
          <w:tcPr>
            <w:tcW w:w="2694" w:type="dxa"/>
          </w:tcPr>
          <w:p w:rsidR="00ED746C" w:rsidRPr="004760F6" w:rsidRDefault="00ED746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ED746C" w:rsidRPr="004760F6" w:rsidRDefault="00ED746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ED746C" w:rsidRPr="004760F6" w:rsidRDefault="00ED746C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ED746C" w:rsidRPr="00B63457" w:rsidRDefault="00ED746C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ED746C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9C0" w:rsidRDefault="000B59C0">
      <w:r>
        <w:separator/>
      </w:r>
    </w:p>
  </w:endnote>
  <w:endnote w:type="continuationSeparator" w:id="0">
    <w:p w:rsidR="000B59C0" w:rsidRDefault="000B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9C0" w:rsidRDefault="000B59C0">
      <w:r>
        <w:separator/>
      </w:r>
    </w:p>
  </w:footnote>
  <w:footnote w:type="continuationSeparator" w:id="0">
    <w:p w:rsidR="000B59C0" w:rsidRDefault="000B59C0">
      <w:r>
        <w:continuationSeparator/>
      </w:r>
    </w:p>
  </w:footnote>
  <w:footnote w:id="1">
    <w:p w:rsidR="00ED746C" w:rsidRPr="00EF7F64" w:rsidRDefault="00ED746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ED746C" w:rsidRPr="00EF7F64" w:rsidRDefault="00ED746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ED746C" w:rsidRPr="00EF7F64" w:rsidRDefault="00ED746C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ED746C" w:rsidRDefault="00ED746C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ED746C" w:rsidRPr="00822183" w:rsidRDefault="00ED746C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ED746C" w:rsidRDefault="00ED746C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ED746C" w:rsidRPr="00D23820" w:rsidRDefault="00ED746C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ED746C" w:rsidRPr="008611E1" w:rsidRDefault="00ED746C">
      <w:pPr>
        <w:pStyle w:val="Tekstprzypisudolnego"/>
        <w:rPr>
          <w:sz w:val="2"/>
          <w:szCs w:val="2"/>
        </w:rPr>
      </w:pPr>
    </w:p>
  </w:footnote>
  <w:footnote w:id="9">
    <w:p w:rsidR="00ED746C" w:rsidRPr="008611E1" w:rsidRDefault="00ED746C" w:rsidP="00CD0317">
      <w:pPr>
        <w:pStyle w:val="Tekstprzypisudolnego"/>
        <w:rPr>
          <w:sz w:val="2"/>
          <w:szCs w:val="2"/>
        </w:rPr>
      </w:pPr>
    </w:p>
  </w:footnote>
  <w:footnote w:id="10">
    <w:p w:rsidR="00ED746C" w:rsidRPr="008611E1" w:rsidRDefault="00ED746C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58" w:rsidRPr="00122970" w:rsidRDefault="00223258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D71EA8">
      <w:rPr>
        <w:noProof/>
        <w:sz w:val="18"/>
        <w:szCs w:val="18"/>
      </w:rPr>
      <w:t>10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9C0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1BB2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35FD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1C0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599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2DD8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01D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EA8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D746C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EDE2B5-B292-4CA8-8700-59BE94823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</TotalTime>
  <Pages>6</Pages>
  <Words>1194</Words>
  <Characters>7166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Asus</cp:lastModifiedBy>
  <cp:revision>3</cp:revision>
  <cp:lastPrinted>2022-01-14T11:37:00Z</cp:lastPrinted>
  <dcterms:created xsi:type="dcterms:W3CDTF">2022-08-09T09:21:00Z</dcterms:created>
  <dcterms:modified xsi:type="dcterms:W3CDTF">2022-09-02T08:37:00Z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